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706" w:rsidRPr="00C63356" w:rsidRDefault="00644972" w:rsidP="00644972">
      <w:pPr>
        <w:jc w:val="center"/>
        <w:rPr>
          <w:b/>
          <w:sz w:val="28"/>
        </w:rPr>
      </w:pPr>
      <w:r>
        <w:rPr>
          <w:noProof/>
        </w:rPr>
        <w:drawing>
          <wp:anchor distT="0" distB="180340" distL="114300" distR="114300" simplePos="0" relativeHeight="251658240" behindDoc="1" locked="0" layoutInCell="0" allowOverlap="1" wp14:anchorId="58E3C914" wp14:editId="35A5D843">
            <wp:simplePos x="0" y="0"/>
            <wp:positionH relativeFrom="column">
              <wp:posOffset>2775585</wp:posOffset>
            </wp:positionH>
            <wp:positionV relativeFrom="paragraph">
              <wp:posOffset>-271780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rba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6706" w:rsidRPr="00C63356">
        <w:rPr>
          <w:b/>
          <w:sz w:val="28"/>
        </w:rPr>
        <w:t xml:space="preserve">PLUNGĖS RAJONO SAVIVALDYBĖS </w:t>
      </w:r>
      <w:r w:rsidR="00B86706" w:rsidRPr="00C63356">
        <w:rPr>
          <w:b/>
          <w:sz w:val="28"/>
        </w:rPr>
        <w:br/>
        <w:t>TARYBA</w:t>
      </w:r>
    </w:p>
    <w:p w:rsidR="00B86706" w:rsidRPr="00C63356" w:rsidRDefault="00B86706" w:rsidP="00B86706">
      <w:pPr>
        <w:jc w:val="center"/>
        <w:rPr>
          <w:b/>
          <w:sz w:val="28"/>
        </w:rPr>
      </w:pPr>
    </w:p>
    <w:p w:rsidR="00B86706" w:rsidRPr="00C63356" w:rsidRDefault="00B86706" w:rsidP="00B86706">
      <w:pPr>
        <w:jc w:val="center"/>
        <w:rPr>
          <w:sz w:val="28"/>
        </w:rPr>
      </w:pPr>
      <w:r w:rsidRPr="00C63356">
        <w:rPr>
          <w:rStyle w:val="Komentaronuoroda"/>
          <w:b/>
          <w:sz w:val="28"/>
        </w:rPr>
        <w:t>SPRENDIMAS</w:t>
      </w:r>
    </w:p>
    <w:p w:rsidR="00E92EC3" w:rsidRPr="00C63356" w:rsidRDefault="00F46F82" w:rsidP="00E92EC3">
      <w:pPr>
        <w:tabs>
          <w:tab w:val="left" w:pos="851"/>
        </w:tabs>
        <w:jc w:val="center"/>
        <w:rPr>
          <w:b/>
          <w:sz w:val="28"/>
        </w:rPr>
      </w:pPr>
      <w:r w:rsidRPr="00C63356">
        <w:rPr>
          <w:b/>
          <w:sz w:val="28"/>
        </w:rPr>
        <w:t xml:space="preserve">DĖL PRITARIMO </w:t>
      </w:r>
      <w:r w:rsidR="00C63356" w:rsidRPr="00C63356">
        <w:rPr>
          <w:b/>
          <w:sz w:val="28"/>
        </w:rPr>
        <w:t>SIŪLYMUI</w:t>
      </w:r>
      <w:r w:rsidRPr="00C63356">
        <w:rPr>
          <w:b/>
          <w:sz w:val="28"/>
        </w:rPr>
        <w:t xml:space="preserve"> ĮAMŽINTI </w:t>
      </w:r>
      <w:r w:rsidR="00FC3E29">
        <w:rPr>
          <w:b/>
          <w:sz w:val="28"/>
        </w:rPr>
        <w:t>BUVUSIAS PLUNGĖS R. PLATELIŲ IR</w:t>
      </w:r>
      <w:r w:rsidRPr="00C63356">
        <w:rPr>
          <w:b/>
          <w:sz w:val="28"/>
        </w:rPr>
        <w:t xml:space="preserve"> KULIŲ</w:t>
      </w:r>
      <w:r w:rsidR="00FC3E29">
        <w:rPr>
          <w:b/>
          <w:sz w:val="28"/>
        </w:rPr>
        <w:t xml:space="preserve"> MIESTELIŲ</w:t>
      </w:r>
      <w:r w:rsidRPr="00C63356">
        <w:rPr>
          <w:b/>
          <w:sz w:val="28"/>
        </w:rPr>
        <w:t xml:space="preserve"> SINAGOGŲ IR PLUNGĖS </w:t>
      </w:r>
      <w:r w:rsidR="00FC3E29">
        <w:rPr>
          <w:b/>
          <w:sz w:val="28"/>
        </w:rPr>
        <w:t xml:space="preserve">MIESTO </w:t>
      </w:r>
      <w:r w:rsidRPr="00C63356">
        <w:rPr>
          <w:b/>
          <w:sz w:val="28"/>
        </w:rPr>
        <w:t>ŽYDŲ GIMNAZIJOS VIETAS ATMINIMO ŽENKLAIS</w:t>
      </w:r>
    </w:p>
    <w:p w:rsidR="00B86706" w:rsidRPr="00C11BB6" w:rsidRDefault="00B86706" w:rsidP="00E92EC3">
      <w:pPr>
        <w:tabs>
          <w:tab w:val="left" w:pos="851"/>
        </w:tabs>
        <w:rPr>
          <w:b/>
        </w:rPr>
      </w:pPr>
    </w:p>
    <w:p w:rsidR="00B86706" w:rsidRPr="00C11BB6" w:rsidRDefault="00B86706" w:rsidP="00B86706">
      <w:pPr>
        <w:jc w:val="center"/>
      </w:pPr>
      <w:r w:rsidRPr="00C11BB6">
        <w:t xml:space="preserve">2020 m. </w:t>
      </w:r>
      <w:r w:rsidR="00E92EC3" w:rsidRPr="00C11BB6">
        <w:t>birželio 25</w:t>
      </w:r>
      <w:r w:rsidRPr="00C11BB6">
        <w:t xml:space="preserve"> d. Nr. T1-</w:t>
      </w:r>
      <w:r w:rsidR="009960BE">
        <w:t>129</w:t>
      </w:r>
      <w:bookmarkStart w:id="0" w:name="_GoBack"/>
      <w:bookmarkEnd w:id="0"/>
    </w:p>
    <w:p w:rsidR="00B86706" w:rsidRPr="00C11BB6" w:rsidRDefault="00B86706" w:rsidP="00B86706">
      <w:pPr>
        <w:jc w:val="center"/>
      </w:pPr>
      <w:r w:rsidRPr="00C11BB6">
        <w:t>Plungė</w:t>
      </w:r>
    </w:p>
    <w:p w:rsidR="00B86706" w:rsidRPr="00C11BB6" w:rsidRDefault="00B86706" w:rsidP="00B86706">
      <w:pPr>
        <w:ind w:firstLine="567"/>
        <w:jc w:val="both"/>
      </w:pPr>
    </w:p>
    <w:p w:rsidR="00B86706" w:rsidRPr="00C11BB6" w:rsidRDefault="00B86706" w:rsidP="00AC669C">
      <w:pPr>
        <w:ind w:firstLine="720"/>
        <w:jc w:val="both"/>
      </w:pPr>
      <w:r w:rsidRPr="00C11BB6">
        <w:t xml:space="preserve">Vadovaudamasi </w:t>
      </w:r>
      <w:r w:rsidR="004C5906" w:rsidRPr="00C11BB6">
        <w:t>Plungės rajono savivaldybės tarybos 2020 m. bala</w:t>
      </w:r>
      <w:r w:rsidR="00FC3E29">
        <w:t>ndžio 23 d. sprendimo Nr. T1-49</w:t>
      </w:r>
      <w:r w:rsidR="004C5906" w:rsidRPr="00C11BB6">
        <w:t xml:space="preserve"> </w:t>
      </w:r>
      <w:r w:rsidR="00E176AD">
        <w:t>„</w:t>
      </w:r>
      <w:r w:rsidR="004C5906" w:rsidRPr="00C11BB6">
        <w:t>Dėl Žymių žmonių, istorinių datų, įvykių įamžinimo ir gatvių pavadinimų Plungės rajono savivaldybėje suteik</w:t>
      </w:r>
      <w:r w:rsidR="00C11BB6" w:rsidRPr="00C11BB6">
        <w:t>imo tvarkos aprašo patvirtinimo</w:t>
      </w:r>
      <w:r w:rsidR="00E176AD">
        <w:t>“</w:t>
      </w:r>
      <w:r w:rsidR="00C63356">
        <w:t xml:space="preserve"> V</w:t>
      </w:r>
      <w:r w:rsidR="00C11BB6" w:rsidRPr="00C11BB6">
        <w:t xml:space="preserve"> skyriaus 27 </w:t>
      </w:r>
      <w:r w:rsidR="004C5906" w:rsidRPr="00C11BB6">
        <w:t>pun</w:t>
      </w:r>
      <w:r w:rsidR="00C63356">
        <w:t>k</w:t>
      </w:r>
      <w:r w:rsidR="004C5906" w:rsidRPr="00C11BB6">
        <w:t>tu</w:t>
      </w:r>
      <w:r w:rsidR="00C11BB6" w:rsidRPr="00C11BB6">
        <w:t xml:space="preserve"> ir Žymių žmonių, istorinių datų, įvykių įamžinimo ir gatvių pavadinimų </w:t>
      </w:r>
      <w:r w:rsidR="00C30ACF" w:rsidRPr="00013E60">
        <w:t xml:space="preserve">Plungės rajone </w:t>
      </w:r>
      <w:r w:rsidR="00C11BB6" w:rsidRPr="00C11BB6">
        <w:t>suteikimo komisijos 2020 m. birželio 16 d. posėdžio Nr. ĮK-1 protokolu</w:t>
      </w:r>
      <w:r w:rsidRPr="00C11BB6">
        <w:t>, Plungės rajono savivaldybė</w:t>
      </w:r>
      <w:r w:rsidR="001E57EF">
        <w:t>s taryba</w:t>
      </w:r>
      <w:r w:rsidR="00C30ACF">
        <w:t xml:space="preserve">                  </w:t>
      </w:r>
      <w:r w:rsidR="001E57EF">
        <w:t xml:space="preserve"> n u s p r e n d ž i a:</w:t>
      </w:r>
    </w:p>
    <w:p w:rsidR="00200E3E" w:rsidRDefault="00E176AD" w:rsidP="00AC669C">
      <w:pPr>
        <w:ind w:firstLine="720"/>
        <w:jc w:val="both"/>
      </w:pPr>
      <w:r>
        <w:t xml:space="preserve">Pritarti </w:t>
      </w:r>
      <w:r w:rsidR="00EA2978">
        <w:t>siūlymui</w:t>
      </w:r>
      <w:r w:rsidR="00C253CB">
        <w:t xml:space="preserve"> </w:t>
      </w:r>
      <w:r w:rsidR="00EE13FD">
        <w:t xml:space="preserve">įamžinti buvusias </w:t>
      </w:r>
      <w:r w:rsidR="00FC3E29">
        <w:t xml:space="preserve">Plungės r. </w:t>
      </w:r>
      <w:r w:rsidR="00EE13FD" w:rsidRPr="00243DDE">
        <w:t>Platelių</w:t>
      </w:r>
      <w:r w:rsidR="001E57EF">
        <w:t xml:space="preserve"> ir Kulių miestelių</w:t>
      </w:r>
      <w:r w:rsidR="00EE13FD" w:rsidRPr="00243DDE">
        <w:t xml:space="preserve"> </w:t>
      </w:r>
      <w:r w:rsidR="00EE13FD">
        <w:t xml:space="preserve">sinagogų </w:t>
      </w:r>
      <w:r w:rsidR="00EE13FD" w:rsidRPr="00243DDE">
        <w:t xml:space="preserve">ir Plungės </w:t>
      </w:r>
      <w:r w:rsidR="00FC3E29">
        <w:t xml:space="preserve">miesto </w:t>
      </w:r>
      <w:r w:rsidR="00EE13FD" w:rsidRPr="00243DDE">
        <w:t>žydų gimnazijos viet</w:t>
      </w:r>
      <w:r w:rsidR="00EE13FD">
        <w:t>as.</w:t>
      </w:r>
    </w:p>
    <w:p w:rsidR="00200E3E" w:rsidRDefault="00200E3E" w:rsidP="00B86706">
      <w:pPr>
        <w:pStyle w:val="Default"/>
        <w:jc w:val="both"/>
      </w:pPr>
    </w:p>
    <w:p w:rsidR="001E57EF" w:rsidRDefault="001E57EF" w:rsidP="00B86706">
      <w:pPr>
        <w:pStyle w:val="Default"/>
        <w:jc w:val="both"/>
      </w:pPr>
    </w:p>
    <w:p w:rsidR="00B86706" w:rsidRPr="00456030" w:rsidRDefault="00B86706" w:rsidP="00644972">
      <w:pPr>
        <w:tabs>
          <w:tab w:val="left" w:pos="7938"/>
        </w:tabs>
        <w:jc w:val="both"/>
      </w:pPr>
      <w:r w:rsidRPr="00086B2C">
        <w:t>Savivaldybės meras</w:t>
      </w:r>
      <w:r>
        <w:t xml:space="preserve"> </w:t>
      </w:r>
      <w:r w:rsidR="00644972">
        <w:tab/>
        <w:t>Audrius Klišonis</w:t>
      </w:r>
    </w:p>
    <w:p w:rsidR="00B86706" w:rsidRDefault="00B86706" w:rsidP="00B86706">
      <w:pPr>
        <w:ind w:firstLine="567"/>
        <w:jc w:val="both"/>
      </w:pPr>
    </w:p>
    <w:p w:rsidR="000D20AE" w:rsidRDefault="000D20AE"/>
    <w:p w:rsidR="00B86706" w:rsidRDefault="00B86706"/>
    <w:p w:rsidR="00B86706" w:rsidRDefault="00B86706"/>
    <w:p w:rsidR="00B86706" w:rsidRDefault="00B86706"/>
    <w:p w:rsidR="00B86706" w:rsidRDefault="00B86706"/>
    <w:p w:rsidR="00B86706" w:rsidRDefault="00B86706"/>
    <w:p w:rsidR="00B86706" w:rsidRDefault="00B86706"/>
    <w:p w:rsidR="00B86706" w:rsidRDefault="00B86706"/>
    <w:p w:rsidR="00C53000" w:rsidRDefault="00C53000" w:rsidP="00C53000">
      <w:pPr>
        <w:jc w:val="both"/>
      </w:pPr>
    </w:p>
    <w:p w:rsidR="00C253CB" w:rsidRDefault="00C253CB" w:rsidP="00C53000">
      <w:pPr>
        <w:jc w:val="both"/>
      </w:pPr>
    </w:p>
    <w:p w:rsidR="00C253CB" w:rsidRDefault="00C253CB" w:rsidP="00C53000">
      <w:pPr>
        <w:jc w:val="both"/>
      </w:pPr>
    </w:p>
    <w:p w:rsidR="00C253CB" w:rsidRDefault="00C253CB" w:rsidP="00C53000">
      <w:pPr>
        <w:jc w:val="both"/>
      </w:pPr>
    </w:p>
    <w:p w:rsidR="00C253CB" w:rsidRDefault="00C253CB" w:rsidP="00C53000">
      <w:pPr>
        <w:jc w:val="both"/>
      </w:pPr>
    </w:p>
    <w:p w:rsidR="00BA1D18" w:rsidRDefault="00BA1D18" w:rsidP="00C53000">
      <w:pPr>
        <w:jc w:val="both"/>
      </w:pPr>
    </w:p>
    <w:p w:rsidR="00BA1D18" w:rsidRDefault="00BA1D18" w:rsidP="00C53000">
      <w:pPr>
        <w:jc w:val="both"/>
      </w:pPr>
    </w:p>
    <w:p w:rsidR="00BA1D18" w:rsidRDefault="00BA1D18" w:rsidP="00C53000">
      <w:pPr>
        <w:jc w:val="both"/>
      </w:pPr>
    </w:p>
    <w:p w:rsidR="00947642" w:rsidRDefault="00947642" w:rsidP="00C53000">
      <w:pPr>
        <w:jc w:val="both"/>
      </w:pPr>
    </w:p>
    <w:p w:rsidR="00947642" w:rsidRDefault="00947642" w:rsidP="00C53000">
      <w:pPr>
        <w:jc w:val="both"/>
      </w:pPr>
    </w:p>
    <w:p w:rsidR="00B86706" w:rsidRDefault="00B86706" w:rsidP="00B86706">
      <w:pPr>
        <w:ind w:firstLine="567"/>
        <w:jc w:val="both"/>
      </w:pPr>
    </w:p>
    <w:sectPr w:rsidR="00B86706" w:rsidSect="00644972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F74"/>
    <w:rsid w:val="00013E60"/>
    <w:rsid w:val="000B3077"/>
    <w:rsid w:val="000D20AE"/>
    <w:rsid w:val="001B05B7"/>
    <w:rsid w:val="001E57EF"/>
    <w:rsid w:val="00200E3E"/>
    <w:rsid w:val="00207B95"/>
    <w:rsid w:val="00243DDE"/>
    <w:rsid w:val="0027202B"/>
    <w:rsid w:val="003B3146"/>
    <w:rsid w:val="004C4F74"/>
    <w:rsid w:val="004C5906"/>
    <w:rsid w:val="005327CB"/>
    <w:rsid w:val="00584D9D"/>
    <w:rsid w:val="00644972"/>
    <w:rsid w:val="00705730"/>
    <w:rsid w:val="007D43B3"/>
    <w:rsid w:val="00947642"/>
    <w:rsid w:val="009960BE"/>
    <w:rsid w:val="00A031FA"/>
    <w:rsid w:val="00A45A9E"/>
    <w:rsid w:val="00AC669C"/>
    <w:rsid w:val="00AC72C2"/>
    <w:rsid w:val="00B26C34"/>
    <w:rsid w:val="00B86706"/>
    <w:rsid w:val="00BA1D18"/>
    <w:rsid w:val="00BD7F4F"/>
    <w:rsid w:val="00C11BB6"/>
    <w:rsid w:val="00C253CB"/>
    <w:rsid w:val="00C30ACF"/>
    <w:rsid w:val="00C53000"/>
    <w:rsid w:val="00C63356"/>
    <w:rsid w:val="00D07AAB"/>
    <w:rsid w:val="00E11DD6"/>
    <w:rsid w:val="00E176AD"/>
    <w:rsid w:val="00E7798F"/>
    <w:rsid w:val="00E92EC3"/>
    <w:rsid w:val="00EA2978"/>
    <w:rsid w:val="00EE13FD"/>
    <w:rsid w:val="00F46F82"/>
    <w:rsid w:val="00F97AF7"/>
    <w:rsid w:val="00FC3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B86706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Default">
    <w:name w:val="Default"/>
    <w:rsid w:val="00B86706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  <w:style w:type="character" w:styleId="Komentaronuoroda">
    <w:name w:val="annotation reference"/>
    <w:rsid w:val="00B86706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B86706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Default">
    <w:name w:val="Default"/>
    <w:rsid w:val="00B86706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  <w:style w:type="character" w:styleId="Komentaronuoroda">
    <w:name w:val="annotation reference"/>
    <w:rsid w:val="00B86706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9E6668E2</Template>
  <TotalTime>11</TotalTime>
  <Pages>1</Pages>
  <Words>582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Gitaras Ramonas</dc:creator>
  <cp:lastModifiedBy>Jovita Šumskienė</cp:lastModifiedBy>
  <cp:revision>6</cp:revision>
  <cp:lastPrinted>2020-06-25T12:23:00Z</cp:lastPrinted>
  <dcterms:created xsi:type="dcterms:W3CDTF">2020-06-23T04:46:00Z</dcterms:created>
  <dcterms:modified xsi:type="dcterms:W3CDTF">2020-06-25T12:23:00Z</dcterms:modified>
</cp:coreProperties>
</file>